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CA" w:rsidRDefault="00D06686" w:rsidP="007E62E0">
      <w:pPr>
        <w:spacing w:line="360" w:lineRule="auto"/>
        <w:jc w:val="right"/>
      </w:pPr>
      <w:r>
        <w:t>Załącznik nr 1 do umowy</w:t>
      </w:r>
      <w:r w:rsidR="005A2C29">
        <w:t xml:space="preserve"> DAG.0730.                  2026</w:t>
      </w:r>
    </w:p>
    <w:p w:rsidR="004062CF" w:rsidRPr="006B489E" w:rsidRDefault="004062CF" w:rsidP="007358C3">
      <w:pPr>
        <w:pStyle w:val="Standard"/>
        <w:spacing w:after="16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B489E">
        <w:rPr>
          <w:rFonts w:ascii="Calibri" w:hAnsi="Calibri" w:cs="Calibri"/>
          <w:b/>
          <w:sz w:val="22"/>
          <w:szCs w:val="22"/>
        </w:rPr>
        <w:t xml:space="preserve">PRZEDMIOT ZAMÓWIENIA: 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Przegląd </w:t>
      </w:r>
      <w:r w:rsidR="00BF0020">
        <w:rPr>
          <w:rFonts w:ascii="Calibri" w:hAnsi="Calibri" w:cs="Calibri"/>
          <w:b/>
          <w:sz w:val="22"/>
          <w:szCs w:val="22"/>
        </w:rPr>
        <w:t>respiratorów</w:t>
      </w:r>
      <w:r w:rsidR="00BF0020" w:rsidRPr="00BF0020">
        <w:rPr>
          <w:rFonts w:ascii="Calibri" w:hAnsi="Calibri" w:cs="Calibri"/>
          <w:b/>
          <w:sz w:val="22"/>
          <w:szCs w:val="22"/>
        </w:rPr>
        <w:t xml:space="preserve"> Fabian </w:t>
      </w:r>
      <w:proofErr w:type="spellStart"/>
      <w:r w:rsidR="00BF0020" w:rsidRPr="00BF0020">
        <w:rPr>
          <w:rFonts w:ascii="Calibri" w:hAnsi="Calibri" w:cs="Calibri"/>
          <w:b/>
          <w:sz w:val="22"/>
          <w:szCs w:val="22"/>
        </w:rPr>
        <w:t>nCPAP</w:t>
      </w:r>
      <w:proofErr w:type="spellEnd"/>
      <w:r w:rsidR="00BF0020" w:rsidRPr="00BF0020">
        <w:rPr>
          <w:rFonts w:ascii="Calibri" w:hAnsi="Calibri" w:cs="Calibri"/>
          <w:b/>
          <w:sz w:val="22"/>
          <w:szCs w:val="22"/>
        </w:rPr>
        <w:t xml:space="preserve"> (4 szt.) i Fabian HFO (1 szt.)</w:t>
      </w:r>
    </w:p>
    <w:p w:rsidR="004062CF" w:rsidRPr="00872E25" w:rsidRDefault="004062CF" w:rsidP="007358C3">
      <w:pPr>
        <w:spacing w:after="0" w:line="360" w:lineRule="auto"/>
        <w:rPr>
          <w:rFonts w:ascii="Calibri" w:hAnsi="Calibri" w:cs="Calibri"/>
        </w:rPr>
      </w:pPr>
      <w:r w:rsidRPr="00872E25">
        <w:rPr>
          <w:rFonts w:ascii="Calibri" w:hAnsi="Calibri" w:cs="Calibri"/>
        </w:rPr>
        <w:t>Przegląd</w:t>
      </w:r>
      <w:r w:rsidR="00600923">
        <w:rPr>
          <w:rFonts w:ascii="Calibri" w:hAnsi="Calibri" w:cs="Calibri"/>
        </w:rPr>
        <w:t xml:space="preserve"> respiratorów</w:t>
      </w:r>
      <w:r w:rsidR="00506FD0">
        <w:rPr>
          <w:rFonts w:ascii="Calibri" w:hAnsi="Calibri" w:cs="Calibri"/>
        </w:rPr>
        <w:t xml:space="preserve"> </w:t>
      </w:r>
      <w:r w:rsidR="00B60E2A">
        <w:rPr>
          <w:rFonts w:ascii="Calibri" w:hAnsi="Calibri" w:cs="Calibri"/>
        </w:rPr>
        <w:t>Fabian</w:t>
      </w:r>
      <w:r w:rsidR="00A6745D">
        <w:rPr>
          <w:rFonts w:ascii="Calibri" w:hAnsi="Calibri" w:cs="Calibri"/>
        </w:rPr>
        <w:t xml:space="preserve"> </w:t>
      </w:r>
      <w:r w:rsidRPr="00872E25">
        <w:rPr>
          <w:rFonts w:ascii="Calibri" w:hAnsi="Calibri" w:cs="Calibri"/>
        </w:rPr>
        <w:t>zgodny z wymaganiami producenta obejmujący m</w:t>
      </w:r>
      <w:r w:rsidR="00313183">
        <w:rPr>
          <w:rFonts w:ascii="Calibri" w:hAnsi="Calibri" w:cs="Calibri"/>
        </w:rPr>
        <w:t xml:space="preserve">. </w:t>
      </w:r>
      <w:r w:rsidRPr="00872E25">
        <w:rPr>
          <w:rFonts w:ascii="Calibri" w:hAnsi="Calibri" w:cs="Calibri"/>
        </w:rPr>
        <w:t>in.: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 xml:space="preserve">czyszczenie, kalibrację i testy kontrolne, 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>sprawdzenie zgodności parametrów funkcjonalnych urządzeń z deklarowanymi przez producenta,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 xml:space="preserve">sprawdzenie poprawności działania zgodnie z normami bezpieczeństwa zalecanymi przez producenta, </w:t>
      </w:r>
    </w:p>
    <w:p w:rsidR="004062CF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872E25">
        <w:rPr>
          <w:rFonts w:ascii="Calibri" w:hAnsi="Calibri" w:cs="Calibri"/>
          <w:sz w:val="22"/>
          <w:szCs w:val="22"/>
        </w:rPr>
        <w:t xml:space="preserve">konserwację zgodnie z zaleceniami producenta, </w:t>
      </w:r>
    </w:p>
    <w:p w:rsidR="004062CF" w:rsidRPr="00872E25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wykonanie testów funkcjonalnych,</w:t>
      </w:r>
    </w:p>
    <w:p w:rsidR="00A6745D" w:rsidRDefault="004062CF" w:rsidP="00A6745D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Pr="00872E25">
        <w:rPr>
          <w:rFonts w:ascii="Calibri" w:hAnsi="Calibri" w:cs="Calibri"/>
          <w:color w:val="000000"/>
          <w:sz w:val="22"/>
          <w:szCs w:val="22"/>
        </w:rPr>
        <w:t>ykonanie test</w:t>
      </w:r>
      <w:r w:rsidR="00E14326">
        <w:rPr>
          <w:rFonts w:ascii="Calibri" w:hAnsi="Calibri" w:cs="Calibri"/>
          <w:color w:val="000000"/>
          <w:sz w:val="22"/>
          <w:szCs w:val="22"/>
        </w:rPr>
        <w:t>ów bezpieczeństwa elektrycznego</w:t>
      </w:r>
      <w:r w:rsidR="004449AD">
        <w:rPr>
          <w:rFonts w:ascii="Calibri" w:hAnsi="Calibri" w:cs="Calibri"/>
          <w:color w:val="000000"/>
          <w:sz w:val="22"/>
          <w:szCs w:val="22"/>
        </w:rPr>
        <w:t>.</w:t>
      </w:r>
    </w:p>
    <w:p w:rsidR="00EA2645" w:rsidRPr="00EA2645" w:rsidRDefault="00EA2645" w:rsidP="00EA2645">
      <w:pPr>
        <w:spacing w:line="360" w:lineRule="auto"/>
        <w:rPr>
          <w:rFonts w:ascii="Calibri" w:hAnsi="Calibri" w:cs="Calibri"/>
        </w:rPr>
      </w:pPr>
      <w:r w:rsidRPr="00EA2645">
        <w:rPr>
          <w:rFonts w:ascii="Calibri" w:hAnsi="Calibri" w:cs="Calibri"/>
        </w:rPr>
        <w:t>Koszt przeglądu obejmuje koszty dojazdu. Wszystkie dodatkowe koszty wymagają zgody Zamawiającego i przeprowadzeni</w:t>
      </w:r>
      <w:r w:rsidR="00B91E07">
        <w:rPr>
          <w:rFonts w:ascii="Calibri" w:hAnsi="Calibri" w:cs="Calibri"/>
        </w:rPr>
        <w:t>a</w:t>
      </w:r>
      <w:r w:rsidRPr="00EA2645">
        <w:rPr>
          <w:rFonts w:ascii="Calibri" w:hAnsi="Calibri" w:cs="Calibri"/>
        </w:rPr>
        <w:t xml:space="preserve"> odrębnego postępowania. Przegląd zostanie udokumentowany kartą pracy/raportem serwisowym, obejmującym również wyniki testu bezpieczeństwa elektrycznego, oraz wpisem do paszportu technicznego. Przeglądy wykonywane są w siedzibie Zamawiającego. W przypadku konieczności transportu aparatu do siedziby serwisu technicznego Wykonawcy, koszt transportu pokrywa Wykonawca.</w:t>
      </w:r>
    </w:p>
    <w:p w:rsidR="00EA3C21" w:rsidRDefault="00A416DA" w:rsidP="004062CF">
      <w:pPr>
        <w:rPr>
          <w:b/>
        </w:rPr>
      </w:pPr>
      <w:r>
        <w:rPr>
          <w:b/>
        </w:rPr>
        <w:t>WYPEŁNIA WYKONAWCA: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90"/>
        <w:gridCol w:w="1690"/>
        <w:gridCol w:w="1690"/>
        <w:gridCol w:w="1689"/>
        <w:gridCol w:w="1689"/>
        <w:gridCol w:w="1689"/>
      </w:tblGrid>
      <w:tr w:rsidR="00B60E2A" w:rsidRPr="00B60E2A" w:rsidTr="003F7664">
        <w:trPr>
          <w:trHeight w:val="533"/>
        </w:trPr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Typ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Model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Nr seryjny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netto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VAT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brutto</w:t>
            </w:r>
          </w:p>
        </w:tc>
      </w:tr>
      <w:tr w:rsidR="00B60E2A" w:rsidRPr="00B60E2A" w:rsidTr="003F7664">
        <w:trPr>
          <w:trHeight w:val="533"/>
        </w:trPr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Fabian</w:t>
            </w:r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B60E2A">
              <w:rPr>
                <w:rFonts w:ascii="Calibri" w:hAnsi="Calibri" w:cs="Calibri"/>
              </w:rPr>
              <w:t>nCPAP</w:t>
            </w:r>
            <w:proofErr w:type="spellEnd"/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AN-01789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B60E2A" w:rsidRPr="00B60E2A" w:rsidTr="003F7664">
        <w:trPr>
          <w:trHeight w:val="533"/>
        </w:trPr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Fabian</w:t>
            </w:r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B60E2A">
              <w:rPr>
                <w:rFonts w:ascii="Calibri" w:hAnsi="Calibri" w:cs="Calibri"/>
              </w:rPr>
              <w:t>nCPAP</w:t>
            </w:r>
            <w:proofErr w:type="spellEnd"/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AN-02052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B60E2A" w:rsidRPr="00B60E2A" w:rsidTr="003F7664">
        <w:trPr>
          <w:trHeight w:val="533"/>
        </w:trPr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Fabian</w:t>
            </w:r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B60E2A">
              <w:rPr>
                <w:rFonts w:ascii="Calibri" w:hAnsi="Calibri" w:cs="Calibri"/>
              </w:rPr>
              <w:t>nCPAP</w:t>
            </w:r>
            <w:proofErr w:type="spellEnd"/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AN-04270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B60E2A" w:rsidRPr="00B60E2A" w:rsidTr="003F7664">
        <w:trPr>
          <w:trHeight w:val="533"/>
        </w:trPr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Fabian</w:t>
            </w:r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B60E2A">
              <w:rPr>
                <w:rFonts w:ascii="Calibri" w:hAnsi="Calibri" w:cs="Calibri"/>
              </w:rPr>
              <w:t>nCPAP</w:t>
            </w:r>
            <w:proofErr w:type="spellEnd"/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AN-04271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B60E2A" w:rsidRPr="00B60E2A" w:rsidTr="003F7664">
        <w:trPr>
          <w:trHeight w:val="533"/>
        </w:trPr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Fabian</w:t>
            </w:r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HFO</w:t>
            </w:r>
          </w:p>
        </w:tc>
        <w:tc>
          <w:tcPr>
            <w:tcW w:w="833" w:type="pct"/>
            <w:vAlign w:val="center"/>
            <w:hideMark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60E2A">
              <w:rPr>
                <w:rFonts w:ascii="Calibri" w:hAnsi="Calibri" w:cs="Calibri"/>
              </w:rPr>
              <w:t>AH-02130</w:t>
            </w: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3" w:type="pct"/>
            <w:vAlign w:val="center"/>
          </w:tcPr>
          <w:p w:rsidR="00B60E2A" w:rsidRPr="00B60E2A" w:rsidRDefault="00B60E2A" w:rsidP="00B60E2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3260ED" w:rsidRPr="00D77E11" w:rsidRDefault="003260ED" w:rsidP="00E40DD0">
      <w:pPr>
        <w:spacing w:before="360"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Ogółem wartość przedmiotu zamówienia</w:t>
      </w:r>
      <w:r>
        <w:rPr>
          <w:rFonts w:ascii="Calibri" w:hAnsi="Calibri" w:cs="Calibri"/>
          <w:b/>
        </w:rPr>
        <w:t xml:space="preserve"> (cena za </w:t>
      </w:r>
      <w:r w:rsidR="00B60E2A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szt.)</w:t>
      </w:r>
      <w:r w:rsidRPr="00D77E11">
        <w:rPr>
          <w:rFonts w:ascii="Calibri" w:hAnsi="Calibri" w:cs="Calibri"/>
          <w:b/>
        </w:rPr>
        <w:t>:</w:t>
      </w:r>
    </w:p>
    <w:p w:rsidR="003260ED" w:rsidRPr="00D77E11" w:rsidRDefault="003260ED" w:rsidP="003260ED">
      <w:pPr>
        <w:spacing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NETTO: …………………..</w:t>
      </w:r>
      <w:r>
        <w:rPr>
          <w:rFonts w:ascii="Calibri" w:hAnsi="Calibri" w:cs="Calibri"/>
          <w:b/>
        </w:rPr>
        <w:t xml:space="preserve"> zł</w:t>
      </w:r>
    </w:p>
    <w:p w:rsidR="003260ED" w:rsidRPr="00290B88" w:rsidRDefault="003260ED" w:rsidP="00290B88">
      <w:pPr>
        <w:spacing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BRUTTO:…………………</w:t>
      </w:r>
      <w:r>
        <w:rPr>
          <w:rFonts w:ascii="Calibri" w:hAnsi="Calibri" w:cs="Calibri"/>
          <w:b/>
        </w:rPr>
        <w:t xml:space="preserve"> zł</w:t>
      </w:r>
      <w:bookmarkStart w:id="0" w:name="_GoBack"/>
      <w:bookmarkEnd w:id="0"/>
    </w:p>
    <w:sectPr w:rsidR="003260ED" w:rsidRPr="00290B88" w:rsidSect="00D105B2">
      <w:pgSz w:w="11906" w:h="16838"/>
      <w:pgMar w:top="107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CE1"/>
    <w:multiLevelType w:val="hybridMultilevel"/>
    <w:tmpl w:val="696AA7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CF"/>
    <w:rsid w:val="001172F2"/>
    <w:rsid w:val="00183D9A"/>
    <w:rsid w:val="001F4B6C"/>
    <w:rsid w:val="00290B88"/>
    <w:rsid w:val="002A7FF8"/>
    <w:rsid w:val="00313183"/>
    <w:rsid w:val="00313E56"/>
    <w:rsid w:val="003260ED"/>
    <w:rsid w:val="003B23F6"/>
    <w:rsid w:val="003D3622"/>
    <w:rsid w:val="003F7664"/>
    <w:rsid w:val="004062CF"/>
    <w:rsid w:val="004449AD"/>
    <w:rsid w:val="00473119"/>
    <w:rsid w:val="00506FD0"/>
    <w:rsid w:val="00580BD1"/>
    <w:rsid w:val="005A2C29"/>
    <w:rsid w:val="00600923"/>
    <w:rsid w:val="006052C4"/>
    <w:rsid w:val="006E4E90"/>
    <w:rsid w:val="007358C3"/>
    <w:rsid w:val="00782373"/>
    <w:rsid w:val="007E62E0"/>
    <w:rsid w:val="008C39CA"/>
    <w:rsid w:val="008C450D"/>
    <w:rsid w:val="0091600B"/>
    <w:rsid w:val="0094438E"/>
    <w:rsid w:val="009949B8"/>
    <w:rsid w:val="00A416DA"/>
    <w:rsid w:val="00A6745D"/>
    <w:rsid w:val="00A95606"/>
    <w:rsid w:val="00B07104"/>
    <w:rsid w:val="00B60E2A"/>
    <w:rsid w:val="00B623C5"/>
    <w:rsid w:val="00B91E07"/>
    <w:rsid w:val="00B97961"/>
    <w:rsid w:val="00BF0020"/>
    <w:rsid w:val="00C02582"/>
    <w:rsid w:val="00C337F2"/>
    <w:rsid w:val="00D06686"/>
    <w:rsid w:val="00D105B2"/>
    <w:rsid w:val="00D418B8"/>
    <w:rsid w:val="00DD3ECE"/>
    <w:rsid w:val="00E14326"/>
    <w:rsid w:val="00E164A1"/>
    <w:rsid w:val="00E40DD0"/>
    <w:rsid w:val="00EA2645"/>
    <w:rsid w:val="00EA3C21"/>
    <w:rsid w:val="00EA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530F1-BF98-44D1-B2ED-7B823F32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F57DF4FF.dotm</Template>
  <TotalTime>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Kotwica</dc:creator>
  <cp:keywords/>
  <dc:description/>
  <cp:lastModifiedBy>Joanna Kotwica</cp:lastModifiedBy>
  <cp:revision>16</cp:revision>
  <dcterms:created xsi:type="dcterms:W3CDTF">2024-06-06T07:14:00Z</dcterms:created>
  <dcterms:modified xsi:type="dcterms:W3CDTF">2026-02-04T13:07:00Z</dcterms:modified>
</cp:coreProperties>
</file>